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42D" w:rsidRDefault="001A342D" w:rsidP="001A342D">
      <w:pPr>
        <w:pStyle w:val="PlainText"/>
      </w:pPr>
      <w:r>
        <w:t xml:space="preserve">Camp Rainbow in Schwenksville is looking for several nurses to volunteer time dispensing medications. Duties are described below. Please contact Dean F. </w:t>
      </w:r>
      <w:proofErr w:type="spellStart"/>
      <w:proofErr w:type="gramStart"/>
      <w:r>
        <w:t>DelloBuono</w:t>
      </w:r>
      <w:proofErr w:type="spellEnd"/>
      <w:r>
        <w:t xml:space="preserve">  </w:t>
      </w:r>
      <w:proofErr w:type="gramEnd"/>
      <w:r>
        <w:fldChar w:fldCharType="begin"/>
      </w:r>
      <w:r>
        <w:instrText xml:space="preserve"> HYPERLINK "mailto:deanfdello@gmail.com" </w:instrText>
      </w:r>
      <w:r>
        <w:fldChar w:fldCharType="separate"/>
      </w:r>
      <w:r>
        <w:rPr>
          <w:rStyle w:val="Hyperlink"/>
        </w:rPr>
        <w:t>deanfdello@gmail.com</w:t>
      </w:r>
      <w:r>
        <w:fldChar w:fldCharType="end"/>
      </w:r>
      <w:r>
        <w:rPr>
          <w:color w:val="000000"/>
        </w:rPr>
        <w:t xml:space="preserve"> if you’re interested.</w:t>
      </w:r>
    </w:p>
    <w:p w:rsidR="001A342D" w:rsidRDefault="001A342D" w:rsidP="001A342D">
      <w:pPr>
        <w:pStyle w:val="PlainText"/>
      </w:pPr>
    </w:p>
    <w:p w:rsidR="001A342D" w:rsidRDefault="001A342D" w:rsidP="001A342D">
      <w:pPr>
        <w:pStyle w:val="PlainText"/>
      </w:pPr>
    </w:p>
    <w:p w:rsidR="001A342D" w:rsidRDefault="001A342D" w:rsidP="001A342D">
      <w:pPr>
        <w:pStyle w:val="PlainText"/>
      </w:pPr>
      <w:r>
        <w:t xml:space="preserve">&gt;&gt; We currently do not have an RN on site. Our main concern is dispensing medication to the children. Almost all medication is taken after each meal: 7-8am, 12-1pm, 5-6pm, 7-8pm. M-T-W-Th. </w:t>
      </w:r>
    </w:p>
    <w:p w:rsidR="001A342D" w:rsidRDefault="001A342D" w:rsidP="001A342D">
      <w:pPr>
        <w:pStyle w:val="PlainText"/>
      </w:pPr>
      <w:r>
        <w:t xml:space="preserve">&gt;&gt; </w:t>
      </w:r>
    </w:p>
    <w:p w:rsidR="001A342D" w:rsidRDefault="001A342D" w:rsidP="001A342D">
      <w:pPr>
        <w:pStyle w:val="PlainText"/>
      </w:pPr>
      <w:r>
        <w:t xml:space="preserve">&gt;&gt; It would also be beneficial if an RN could greet parents and register any medication that a camper would need to take that upcoming week; this is on Sunday from 1-4. With that knowledge, I hope our staff would feel more prepared as to what to expect behavior-wise. </w:t>
      </w:r>
    </w:p>
    <w:p w:rsidR="001A342D" w:rsidRDefault="001A342D" w:rsidP="001A342D">
      <w:pPr>
        <w:pStyle w:val="PlainText"/>
      </w:pPr>
      <w:r>
        <w:t xml:space="preserve">&gt;&gt; </w:t>
      </w:r>
    </w:p>
    <w:p w:rsidR="001A342D" w:rsidRDefault="001A342D" w:rsidP="001A342D">
      <w:pPr>
        <w:pStyle w:val="PlainText"/>
      </w:pPr>
      <w:r>
        <w:t xml:space="preserve">&gt;&gt; Our program runs from Sunday-Friday. Below are the dates and ages of each week. </w:t>
      </w:r>
    </w:p>
    <w:p w:rsidR="001A342D" w:rsidRDefault="001A342D" w:rsidP="001A342D">
      <w:pPr>
        <w:pStyle w:val="PlainText"/>
      </w:pPr>
      <w:r>
        <w:t xml:space="preserve">&gt;&gt; </w:t>
      </w:r>
    </w:p>
    <w:p w:rsidR="001A342D" w:rsidRDefault="001A342D" w:rsidP="001A342D">
      <w:pPr>
        <w:pStyle w:val="PlainText"/>
      </w:pPr>
      <w:r>
        <w:t xml:space="preserve">&gt;&gt; Sunday June 25-June 30: 13-14 year old Sunday July 2-July 7: 11-12 </w:t>
      </w:r>
    </w:p>
    <w:p w:rsidR="001A342D" w:rsidRDefault="001A342D" w:rsidP="001A342D">
      <w:pPr>
        <w:pStyle w:val="PlainText"/>
      </w:pPr>
      <w:r>
        <w:t xml:space="preserve">&gt;&gt; </w:t>
      </w:r>
      <w:proofErr w:type="gramStart"/>
      <w:r>
        <w:t>year</w:t>
      </w:r>
      <w:proofErr w:type="gramEnd"/>
      <w:r>
        <w:t xml:space="preserve"> old Sunday July 9-July 14: 11-12 year old Sunday July 16-July 21:</w:t>
      </w:r>
    </w:p>
    <w:p w:rsidR="001A342D" w:rsidRDefault="001A342D" w:rsidP="001A342D">
      <w:pPr>
        <w:pStyle w:val="PlainText"/>
      </w:pPr>
      <w:r>
        <w:t xml:space="preserve">&gt;&gt; 15-16 year old Sunday July 23-July 28: 7-8 year old Sunday July </w:t>
      </w:r>
    </w:p>
    <w:p w:rsidR="001A342D" w:rsidRDefault="001A342D" w:rsidP="001A342D">
      <w:pPr>
        <w:pStyle w:val="PlainText"/>
      </w:pPr>
      <w:r>
        <w:t>&gt;&gt; 30-August 4: 9-10 year old Sunday August 6-August 11: 9-10 year old</w:t>
      </w:r>
    </w:p>
    <w:p w:rsidR="001A342D" w:rsidRDefault="001A342D" w:rsidP="001A342D">
      <w:pPr>
        <w:pStyle w:val="PlainText"/>
      </w:pPr>
      <w:r>
        <w:t xml:space="preserve">&gt;&gt; </w:t>
      </w:r>
    </w:p>
    <w:p w:rsidR="001A342D" w:rsidRDefault="001A342D" w:rsidP="001A342D">
      <w:pPr>
        <w:rPr>
          <w:rFonts w:ascii="Arial" w:hAnsi="Arial" w:cs="Arial"/>
          <w:color w:val="000000"/>
          <w:sz w:val="22"/>
          <w:szCs w:val="22"/>
        </w:rPr>
      </w:pPr>
    </w:p>
    <w:p w:rsidR="001A342D" w:rsidRDefault="001A342D" w:rsidP="001A342D">
      <w:pPr>
        <w:rPr>
          <w:rFonts w:ascii="Arial" w:hAnsi="Arial" w:cs="Arial"/>
          <w:color w:val="000000"/>
          <w:sz w:val="22"/>
          <w:szCs w:val="22"/>
        </w:rPr>
      </w:pPr>
    </w:p>
    <w:p w:rsidR="00C55468" w:rsidRDefault="00C55468">
      <w:bookmarkStart w:id="0" w:name="_GoBack"/>
      <w:bookmarkEnd w:id="0"/>
    </w:p>
    <w:sectPr w:rsidR="00C55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2D"/>
    <w:rsid w:val="001A342D"/>
    <w:rsid w:val="00C5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13A11-458F-46F9-BD3C-E0426001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42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342D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A342D"/>
    <w:rPr>
      <w:rFonts w:ascii="Calibr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342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5A454D54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Gill, Donna</dc:creator>
  <cp:keywords/>
  <dc:description/>
  <cp:lastModifiedBy>Gill, Donna</cp:lastModifiedBy>
  <cp:revision>1</cp:revision>
  <dcterms:created xsi:type="dcterms:W3CDTF">2017-05-09T17:58:00Z</dcterms:created>
  <dcterms:modified xsi:type="dcterms:W3CDTF">2017-05-09T17:58:00Z</dcterms:modified>
</cp:coreProperties>
</file>